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53C21273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  <w:r w:rsidR="00A94CDA">
        <w:rPr>
          <w:rFonts w:ascii="Verdana" w:hAnsi="Verdana"/>
          <w:color w:val="000000"/>
        </w:rPr>
        <w:t>.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03E6B35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4C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4C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0167313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4CD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4C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4CDA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794343-9FC2-4A69-A3E4-EBF9BD5E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2</Pages>
  <Words>155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2023-01-11T12:11:00Z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